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90" w:rsidRDefault="00986190" w:rsidP="0098619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Пробег памяти Владимира Князева – героя Советского Союза, открытый чемпионат и первенство Костромской области по бегу по шоссе, посвященные 70-летию Победы в Великой отечественной войне.</w:t>
      </w:r>
    </w:p>
    <w:p w:rsidR="00A24394" w:rsidRDefault="00986190" w:rsidP="0098619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0961A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:rsidR="00A24394" w:rsidRDefault="00A24394" w:rsidP="00A24394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3000 метров – юниорки 1996-1997 г. р.</w:t>
      </w:r>
    </w:p>
    <w:tbl>
      <w:tblPr>
        <w:tblStyle w:val="a3"/>
        <w:tblW w:w="949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843"/>
        <w:gridCol w:w="1417"/>
        <w:gridCol w:w="993"/>
        <w:gridCol w:w="1842"/>
      </w:tblGrid>
      <w:tr w:rsidR="00986190" w:rsidRPr="000961A6" w:rsidTr="00986190">
        <w:tc>
          <w:tcPr>
            <w:tcW w:w="2410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992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3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842" w:type="dxa"/>
          </w:tcPr>
          <w:p w:rsidR="00986190" w:rsidRPr="000961A6" w:rsidRDefault="00986190" w:rsidP="004C0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1A6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986190" w:rsidRPr="00761468" w:rsidTr="00986190">
        <w:tc>
          <w:tcPr>
            <w:tcW w:w="2410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Маринкина Маргарита</w:t>
            </w:r>
          </w:p>
        </w:tc>
        <w:tc>
          <w:tcPr>
            <w:tcW w:w="992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43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КОСДЮСШОР</w:t>
            </w:r>
          </w:p>
        </w:tc>
        <w:tc>
          <w:tcPr>
            <w:tcW w:w="1417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12:07,0</w:t>
            </w:r>
          </w:p>
        </w:tc>
        <w:tc>
          <w:tcPr>
            <w:tcW w:w="993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86190" w:rsidRPr="00761468" w:rsidRDefault="00986190" w:rsidP="00A2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Дружков А. Н.</w:t>
            </w:r>
          </w:p>
        </w:tc>
      </w:tr>
    </w:tbl>
    <w:p w:rsidR="00A24394" w:rsidRDefault="00A24394" w:rsidP="00A24394"/>
    <w:p w:rsidR="001A69F9" w:rsidRDefault="001A69F9" w:rsidP="001A69F9">
      <w:pPr>
        <w:ind w:hanging="851"/>
      </w:pPr>
      <w:r w:rsidRPr="00B17B93">
        <w:rPr>
          <w:rFonts w:ascii="Times New Roman" w:hAnsi="Times New Roman" w:cs="Times New Roman"/>
          <w:b/>
          <w:sz w:val="24"/>
          <w:szCs w:val="24"/>
        </w:rPr>
        <w:t>Главный судья</w:t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</w:r>
      <w:r w:rsidRPr="00B17B93">
        <w:rPr>
          <w:rFonts w:ascii="Times New Roman" w:hAnsi="Times New Roman" w:cs="Times New Roman"/>
          <w:b/>
          <w:sz w:val="24"/>
          <w:szCs w:val="24"/>
        </w:rPr>
        <w:tab/>
        <w:t xml:space="preserve">   А. Н. Дружков</w:t>
      </w:r>
    </w:p>
    <w:p w:rsidR="002A011E" w:rsidRDefault="001A69F9" w:rsidP="001A69F9">
      <w:bookmarkStart w:id="0" w:name="_GoBack"/>
      <w:bookmarkEnd w:id="0"/>
    </w:p>
    <w:sectPr w:rsidR="002A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A4"/>
    <w:rsid w:val="001A69F9"/>
    <w:rsid w:val="005B5048"/>
    <w:rsid w:val="00986190"/>
    <w:rsid w:val="00A24394"/>
    <w:rsid w:val="00D55EA4"/>
    <w:rsid w:val="00D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C2A09-3051-4A48-B312-FB66F9E0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Довгань Елена Юрьевна</dc:creator>
  <cp:keywords/>
  <dc:description/>
  <cp:lastModifiedBy>Довгань Елена Юрьевна</cp:lastModifiedBy>
  <cp:revision>4</cp:revision>
  <dcterms:created xsi:type="dcterms:W3CDTF">2015-10-08T12:12:00Z</dcterms:created>
  <dcterms:modified xsi:type="dcterms:W3CDTF">2015-10-12T10:45:00Z</dcterms:modified>
</cp:coreProperties>
</file>